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84B3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3AB23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D46A30" w14:textId="00C09D4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</w:t>
      </w:r>
      <w:r w:rsidR="002870C9">
        <w:rPr>
          <w:rFonts w:ascii="Corbel" w:hAnsi="Corbel"/>
          <w:i/>
          <w:smallCaps/>
          <w:sz w:val="24"/>
          <w:szCs w:val="24"/>
        </w:rPr>
        <w:t>22-2025</w:t>
      </w:r>
    </w:p>
    <w:p w14:paraId="10FA64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EEF4D1" w14:textId="54FAA12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2870C9">
        <w:rPr>
          <w:rFonts w:ascii="Corbel" w:hAnsi="Corbel"/>
          <w:sz w:val="20"/>
          <w:szCs w:val="20"/>
        </w:rPr>
        <w:t>4</w:t>
      </w:r>
      <w:r w:rsidR="003F15A8">
        <w:rPr>
          <w:rFonts w:ascii="Corbel" w:hAnsi="Corbel"/>
          <w:sz w:val="20"/>
          <w:szCs w:val="20"/>
        </w:rPr>
        <w:t>/202</w:t>
      </w:r>
      <w:r w:rsidR="002870C9">
        <w:rPr>
          <w:rFonts w:ascii="Corbel" w:hAnsi="Corbel"/>
          <w:sz w:val="20"/>
          <w:szCs w:val="20"/>
        </w:rPr>
        <w:t>5</w:t>
      </w:r>
    </w:p>
    <w:p w14:paraId="1A32E0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CC0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82B805B" w14:textId="77777777" w:rsidTr="00B819C8">
        <w:tc>
          <w:tcPr>
            <w:tcW w:w="2694" w:type="dxa"/>
            <w:vAlign w:val="center"/>
          </w:tcPr>
          <w:p w14:paraId="2A526D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B208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5AA6B5E0" w14:textId="77777777" w:rsidTr="00B819C8">
        <w:tc>
          <w:tcPr>
            <w:tcW w:w="2694" w:type="dxa"/>
            <w:vAlign w:val="center"/>
          </w:tcPr>
          <w:p w14:paraId="17E80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7E76F7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14:paraId="54A7260A" w14:textId="77777777" w:rsidTr="00B819C8">
        <w:tc>
          <w:tcPr>
            <w:tcW w:w="2694" w:type="dxa"/>
            <w:vAlign w:val="center"/>
          </w:tcPr>
          <w:p w14:paraId="489C2B8A" w14:textId="22B20584" w:rsidR="0085747A" w:rsidRPr="009C54AE" w:rsidRDefault="002870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3F2CD1" w14:textId="77777777"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2EDC4" w14:textId="77777777" w:rsidTr="00B819C8">
        <w:tc>
          <w:tcPr>
            <w:tcW w:w="2694" w:type="dxa"/>
            <w:vAlign w:val="center"/>
          </w:tcPr>
          <w:p w14:paraId="2B6B3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56F647" w14:textId="77777777"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A6BE6D6" w14:textId="77777777" w:rsidTr="00B819C8">
        <w:tc>
          <w:tcPr>
            <w:tcW w:w="2694" w:type="dxa"/>
            <w:vAlign w:val="center"/>
          </w:tcPr>
          <w:p w14:paraId="1FD84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57B29C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705C072" w14:textId="77777777" w:rsidTr="00B819C8">
        <w:tc>
          <w:tcPr>
            <w:tcW w:w="2694" w:type="dxa"/>
            <w:vAlign w:val="center"/>
          </w:tcPr>
          <w:p w14:paraId="68836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838158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D990DE6" w14:textId="77777777" w:rsidTr="00B819C8">
        <w:tc>
          <w:tcPr>
            <w:tcW w:w="2694" w:type="dxa"/>
            <w:vAlign w:val="center"/>
          </w:tcPr>
          <w:p w14:paraId="72B4A7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D062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45C396" w14:textId="77777777" w:rsidTr="00B819C8">
        <w:tc>
          <w:tcPr>
            <w:tcW w:w="2694" w:type="dxa"/>
            <w:vAlign w:val="center"/>
          </w:tcPr>
          <w:p w14:paraId="53B72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C5406F" w14:textId="766FA0FB" w:rsidR="0085747A" w:rsidRPr="009C54AE" w:rsidRDefault="00F22A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6DABBC7E" w14:textId="77777777" w:rsidTr="00B819C8">
        <w:tc>
          <w:tcPr>
            <w:tcW w:w="2694" w:type="dxa"/>
            <w:vAlign w:val="center"/>
          </w:tcPr>
          <w:p w14:paraId="256CFC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13F0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14:paraId="0C629775" w14:textId="77777777" w:rsidTr="00B819C8">
        <w:tc>
          <w:tcPr>
            <w:tcW w:w="2694" w:type="dxa"/>
            <w:vAlign w:val="center"/>
          </w:tcPr>
          <w:p w14:paraId="706B1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DFC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14:paraId="0BC03732" w14:textId="77777777" w:rsidTr="00B819C8">
        <w:tc>
          <w:tcPr>
            <w:tcW w:w="2694" w:type="dxa"/>
            <w:vAlign w:val="center"/>
          </w:tcPr>
          <w:p w14:paraId="3D5925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0F731F" w14:textId="77777777"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CE91C2" w14:textId="77777777" w:rsidTr="00B819C8">
        <w:tc>
          <w:tcPr>
            <w:tcW w:w="2694" w:type="dxa"/>
            <w:vAlign w:val="center"/>
          </w:tcPr>
          <w:p w14:paraId="68121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90C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14:paraId="00EFA20D" w14:textId="77777777" w:rsidTr="00B819C8">
        <w:tc>
          <w:tcPr>
            <w:tcW w:w="2694" w:type="dxa"/>
            <w:vAlign w:val="center"/>
          </w:tcPr>
          <w:p w14:paraId="2DBA9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5F0B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42887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F029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62184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9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3486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A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C8DF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3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D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7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FC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17E4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AD4B" w14:textId="77777777"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C9D" w14:textId="715DB886" w:rsidR="00015B8F" w:rsidRPr="009C54AE" w:rsidRDefault="002C5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71D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8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9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0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02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7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E65A" w14:textId="77777777"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AA0D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D8B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670A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09D8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D366B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9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BE09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14:paraId="25E2FC76" w14:textId="77777777"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14:paraId="0FFBEFEB" w14:textId="77777777"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FD4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83794" w14:textId="77777777" w:rsidTr="00745302">
        <w:tc>
          <w:tcPr>
            <w:tcW w:w="9670" w:type="dxa"/>
          </w:tcPr>
          <w:p w14:paraId="790857AB" w14:textId="77777777"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14:paraId="4C18F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6996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C6FB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62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707A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14:paraId="7BBCBE05" w14:textId="77777777" w:rsidTr="00EB3723">
        <w:tc>
          <w:tcPr>
            <w:tcW w:w="851" w:type="dxa"/>
            <w:vAlign w:val="center"/>
          </w:tcPr>
          <w:p w14:paraId="5122686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CF26B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14:paraId="7C65C327" w14:textId="77777777" w:rsidTr="00EB3723">
        <w:tc>
          <w:tcPr>
            <w:tcW w:w="851" w:type="dxa"/>
            <w:vAlign w:val="center"/>
          </w:tcPr>
          <w:p w14:paraId="12D2CD24" w14:textId="77777777"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14935A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14:paraId="5B86565A" w14:textId="77777777" w:rsidTr="00EB3723">
        <w:tc>
          <w:tcPr>
            <w:tcW w:w="851" w:type="dxa"/>
            <w:vAlign w:val="center"/>
          </w:tcPr>
          <w:p w14:paraId="66FC98B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C8852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14:paraId="35A3FD94" w14:textId="77777777" w:rsidTr="00EB3723">
        <w:tc>
          <w:tcPr>
            <w:tcW w:w="851" w:type="dxa"/>
            <w:vAlign w:val="center"/>
          </w:tcPr>
          <w:p w14:paraId="4BABAD1C" w14:textId="77777777"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1CF307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6F43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FA29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6CC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94A7A6" w14:textId="77777777" w:rsidTr="0071620A">
        <w:tc>
          <w:tcPr>
            <w:tcW w:w="1701" w:type="dxa"/>
            <w:vAlign w:val="center"/>
          </w:tcPr>
          <w:p w14:paraId="0209EC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59C7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F404438" w14:textId="77777777"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F85F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AADF4" w14:textId="77777777" w:rsidTr="005E6E85">
        <w:tc>
          <w:tcPr>
            <w:tcW w:w="1701" w:type="dxa"/>
          </w:tcPr>
          <w:p w14:paraId="11F08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67D3F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14:paraId="581FCC3A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14:paraId="17BD669C" w14:textId="77777777" w:rsidTr="005E6E85">
        <w:tc>
          <w:tcPr>
            <w:tcW w:w="1701" w:type="dxa"/>
          </w:tcPr>
          <w:p w14:paraId="04203E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FD8089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etnopsychologizm i strukturalizm)</w:t>
            </w:r>
          </w:p>
        </w:tc>
        <w:tc>
          <w:tcPr>
            <w:tcW w:w="1873" w:type="dxa"/>
          </w:tcPr>
          <w:p w14:paraId="0F38F937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14:paraId="448FB5F5" w14:textId="77777777" w:rsidTr="005E6E85">
        <w:tc>
          <w:tcPr>
            <w:tcW w:w="1701" w:type="dxa"/>
          </w:tcPr>
          <w:p w14:paraId="581627EA" w14:textId="77777777"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063384" w14:textId="77777777"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14:paraId="39F3444B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14:paraId="2501B79B" w14:textId="77777777" w:rsidTr="005E6E85">
        <w:tc>
          <w:tcPr>
            <w:tcW w:w="1701" w:type="dxa"/>
          </w:tcPr>
          <w:p w14:paraId="58444122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8399FB" w14:textId="228A6322"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 spuściznę kulturową swojego regionu</w:t>
            </w:r>
          </w:p>
        </w:tc>
        <w:tc>
          <w:tcPr>
            <w:tcW w:w="1873" w:type="dxa"/>
          </w:tcPr>
          <w:p w14:paraId="4CB709D9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4DED6C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211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323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24E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36D21" w14:textId="77777777" w:rsidTr="00923D7D">
        <w:tc>
          <w:tcPr>
            <w:tcW w:w="9639" w:type="dxa"/>
          </w:tcPr>
          <w:p w14:paraId="793C50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14:paraId="218179B1" w14:textId="77777777" w:rsidTr="00923D7D">
        <w:tc>
          <w:tcPr>
            <w:tcW w:w="9639" w:type="dxa"/>
          </w:tcPr>
          <w:p w14:paraId="44DE5C23" w14:textId="77777777"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14:paraId="79727C37" w14:textId="77777777" w:rsidTr="00923D7D">
        <w:tc>
          <w:tcPr>
            <w:tcW w:w="9639" w:type="dxa"/>
          </w:tcPr>
          <w:p w14:paraId="7F264002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14:paraId="7F0CAC32" w14:textId="77777777" w:rsidTr="00923D7D">
        <w:tc>
          <w:tcPr>
            <w:tcW w:w="9639" w:type="dxa"/>
          </w:tcPr>
          <w:p w14:paraId="381454F9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14:paraId="6A77EDC1" w14:textId="77777777" w:rsidTr="00923D7D">
        <w:tc>
          <w:tcPr>
            <w:tcW w:w="9639" w:type="dxa"/>
          </w:tcPr>
          <w:p w14:paraId="2436EEE8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14:paraId="26447432" w14:textId="77777777" w:rsidTr="00923D7D">
        <w:tc>
          <w:tcPr>
            <w:tcW w:w="9639" w:type="dxa"/>
          </w:tcPr>
          <w:p w14:paraId="15E8FD27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14:paraId="2B2A70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267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D989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58C53" w14:textId="77777777" w:rsidTr="00923D7D">
        <w:tc>
          <w:tcPr>
            <w:tcW w:w="9639" w:type="dxa"/>
          </w:tcPr>
          <w:p w14:paraId="2080E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AE9C68" w14:textId="77777777" w:rsidTr="00923D7D">
        <w:tc>
          <w:tcPr>
            <w:tcW w:w="9639" w:type="dxa"/>
          </w:tcPr>
          <w:p w14:paraId="3A84FB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77D7663" w14:textId="77777777" w:rsidTr="00923D7D">
        <w:tc>
          <w:tcPr>
            <w:tcW w:w="9639" w:type="dxa"/>
          </w:tcPr>
          <w:p w14:paraId="37B2F5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46364D" w14:textId="77777777" w:rsidTr="00923D7D">
        <w:tc>
          <w:tcPr>
            <w:tcW w:w="9639" w:type="dxa"/>
          </w:tcPr>
          <w:p w14:paraId="5333AB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DC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E00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062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4EAD5" w14:textId="77777777"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14:paraId="1C01E9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EC5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F75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866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EC9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F94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A30D98" w14:textId="77777777" w:rsidTr="00C05F44">
        <w:tc>
          <w:tcPr>
            <w:tcW w:w="1985" w:type="dxa"/>
            <w:vAlign w:val="center"/>
          </w:tcPr>
          <w:p w14:paraId="6BA486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F45C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7B4E6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10B6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E4D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353DEDF" w14:textId="77777777" w:rsidTr="00C05F44">
        <w:tc>
          <w:tcPr>
            <w:tcW w:w="1985" w:type="dxa"/>
          </w:tcPr>
          <w:p w14:paraId="004D77E2" w14:textId="77777777"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14:paraId="36FCCFBA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1BB9D603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14:paraId="53A85008" w14:textId="77777777" w:rsidTr="00C05F44">
        <w:tc>
          <w:tcPr>
            <w:tcW w:w="1985" w:type="dxa"/>
          </w:tcPr>
          <w:p w14:paraId="0399EA2E" w14:textId="77777777"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42B9A008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663D2B05" w14:textId="77777777"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587F82DA" w14:textId="77777777" w:rsidTr="00C05F44">
        <w:tc>
          <w:tcPr>
            <w:tcW w:w="1985" w:type="dxa"/>
          </w:tcPr>
          <w:p w14:paraId="7B132E5A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14:paraId="29E61EA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14:paraId="7C335637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7EAA79E8" w14:textId="77777777" w:rsidTr="00C05F44">
        <w:tc>
          <w:tcPr>
            <w:tcW w:w="1985" w:type="dxa"/>
          </w:tcPr>
          <w:p w14:paraId="2ECBBD3D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14:paraId="5927910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14:paraId="5DF44290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14:paraId="6D13B33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E26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AADDC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BB007" w14:textId="77777777" w:rsidTr="00923D7D">
        <w:tc>
          <w:tcPr>
            <w:tcW w:w="9670" w:type="dxa"/>
          </w:tcPr>
          <w:p w14:paraId="6AEBB3C0" w14:textId="77777777" w:rsidR="0085747A" w:rsidRPr="009C54AE" w:rsidRDefault="00761E5F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Zdanie egzaminu (min. 60%).</w:t>
            </w:r>
            <w:r w:rsidR="00EB3723" w:rsidRPr="00EB3723">
              <w:rPr>
                <w:rFonts w:ascii="Corbel" w:hAnsi="Corbel"/>
              </w:rPr>
              <w:t xml:space="preserve">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14:paraId="2B7CF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1BD29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6B3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6D1AABB" w14:textId="77777777" w:rsidTr="00F1481E">
        <w:tc>
          <w:tcPr>
            <w:tcW w:w="4901" w:type="dxa"/>
            <w:vAlign w:val="center"/>
          </w:tcPr>
          <w:p w14:paraId="654ACB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0170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8573E" w14:textId="77777777" w:rsidTr="00F1481E">
        <w:tc>
          <w:tcPr>
            <w:tcW w:w="4901" w:type="dxa"/>
          </w:tcPr>
          <w:p w14:paraId="748F902A" w14:textId="77777777" w:rsidR="0085747A" w:rsidRPr="0060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06F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06FF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429A8475" w14:textId="1CBB066C" w:rsidR="0085747A" w:rsidRPr="009C54AE" w:rsidRDefault="002C58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1481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3A4CF8" w14:textId="77777777" w:rsidTr="00F1481E">
        <w:tc>
          <w:tcPr>
            <w:tcW w:w="4901" w:type="dxa"/>
          </w:tcPr>
          <w:p w14:paraId="5297BE16" w14:textId="422FA23F"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481E">
              <w:rPr>
                <w:rFonts w:ascii="Corbel" w:hAnsi="Corbel"/>
                <w:sz w:val="24"/>
                <w:szCs w:val="24"/>
              </w:rPr>
              <w:t>:</w:t>
            </w:r>
          </w:p>
          <w:p w14:paraId="019A6B2A" w14:textId="77777777" w:rsidR="00C61DC5" w:rsidRDefault="00F1481E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FD1B1E">
              <w:rPr>
                <w:rFonts w:ascii="Corbel" w:hAnsi="Corbel"/>
                <w:sz w:val="24"/>
                <w:szCs w:val="24"/>
              </w:rPr>
              <w:t>udział w egzaminie</w:t>
            </w:r>
          </w:p>
          <w:p w14:paraId="226446A8" w14:textId="60278149" w:rsidR="008B1C2C" w:rsidRPr="00606FFD" w:rsidRDefault="008B1C2C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konsultacjach</w:t>
            </w:r>
          </w:p>
        </w:tc>
        <w:tc>
          <w:tcPr>
            <w:tcW w:w="4619" w:type="dxa"/>
          </w:tcPr>
          <w:p w14:paraId="05AA81BA" w14:textId="77777777" w:rsidR="00F1481E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322252B" w14:textId="77777777" w:rsidR="00C61DC5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  <w:p w14:paraId="7BF76DC0" w14:textId="6697AA21" w:rsidR="008B1C2C" w:rsidRPr="009C54AE" w:rsidRDefault="008B1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156EFBE" w14:textId="77777777" w:rsidTr="00F1481E">
        <w:tc>
          <w:tcPr>
            <w:tcW w:w="4901" w:type="dxa"/>
          </w:tcPr>
          <w:p w14:paraId="36FF0D64" w14:textId="77777777" w:rsidR="00F1481E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1481E">
              <w:rPr>
                <w:rFonts w:ascii="Corbel" w:hAnsi="Corbel"/>
                <w:sz w:val="24"/>
                <w:szCs w:val="24"/>
              </w:rPr>
              <w:t>: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4741BF6" w14:textId="2C43B2A6" w:rsidR="00C61DC5" w:rsidRDefault="00F1481E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96468">
              <w:rPr>
                <w:rFonts w:ascii="Corbel" w:hAnsi="Corbel"/>
                <w:sz w:val="24"/>
                <w:szCs w:val="24"/>
              </w:rPr>
              <w:t xml:space="preserve"> 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DA7A76C" w14:textId="768A21E8" w:rsidR="00F1481E" w:rsidRPr="00606FFD" w:rsidRDefault="00796468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1481E" w:rsidRPr="00606FFD">
              <w:rPr>
                <w:rFonts w:ascii="Corbel" w:hAnsi="Corbel"/>
                <w:sz w:val="24"/>
                <w:szCs w:val="24"/>
              </w:rPr>
              <w:t>przeczytanie lektur</w:t>
            </w:r>
            <w:r w:rsidR="00F1481E">
              <w:rPr>
                <w:rFonts w:ascii="Corbel" w:hAnsi="Corbel"/>
                <w:sz w:val="24"/>
                <w:szCs w:val="24"/>
              </w:rPr>
              <w:t xml:space="preserve">, tekstów </w:t>
            </w:r>
          </w:p>
        </w:tc>
        <w:tc>
          <w:tcPr>
            <w:tcW w:w="4619" w:type="dxa"/>
          </w:tcPr>
          <w:p w14:paraId="33C849A7" w14:textId="755FA95B" w:rsidR="00F1481E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F10244" w14:textId="77777777" w:rsidR="00F1481E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BCF5DF0" w14:textId="34A6F362" w:rsidR="00C61DC5" w:rsidRDefault="00860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14:paraId="23CED891" w14:textId="5EE1A39D" w:rsidR="00F1481E" w:rsidRPr="009C54AE" w:rsidRDefault="008B1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68F525B1" w14:textId="77777777" w:rsidTr="00F1481E">
        <w:tc>
          <w:tcPr>
            <w:tcW w:w="4901" w:type="dxa"/>
          </w:tcPr>
          <w:p w14:paraId="4FAB9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4771F37" w14:textId="77777777"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2A7F1F1" w14:textId="77777777" w:rsidTr="00F1481E">
        <w:tc>
          <w:tcPr>
            <w:tcW w:w="4901" w:type="dxa"/>
          </w:tcPr>
          <w:p w14:paraId="1FB3F7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630A147" w14:textId="77777777"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F979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B7F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559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AD8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3BC9A8" w14:textId="77777777" w:rsidTr="0071620A">
        <w:trPr>
          <w:trHeight w:val="397"/>
        </w:trPr>
        <w:tc>
          <w:tcPr>
            <w:tcW w:w="3544" w:type="dxa"/>
          </w:tcPr>
          <w:p w14:paraId="7CB3A3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A3F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05B6BE2" w14:textId="77777777" w:rsidTr="0071620A">
        <w:trPr>
          <w:trHeight w:val="397"/>
        </w:trPr>
        <w:tc>
          <w:tcPr>
            <w:tcW w:w="3544" w:type="dxa"/>
          </w:tcPr>
          <w:p w14:paraId="2EB40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FEE9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4688D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D05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CA39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9886F" w14:textId="77777777" w:rsidTr="0071620A">
        <w:trPr>
          <w:trHeight w:val="397"/>
        </w:trPr>
        <w:tc>
          <w:tcPr>
            <w:tcW w:w="7513" w:type="dxa"/>
          </w:tcPr>
          <w:p w14:paraId="7C1290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25714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BC7" w14:textId="77777777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14:paraId="5DF0E1F6" w14:textId="274187CC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>Krawcz</w:t>
            </w:r>
            <w:r w:rsidR="0089272E">
              <w:rPr>
                <w:rFonts w:ascii="Corbel" w:hAnsi="Corbel"/>
              </w:rPr>
              <w:t>a</w:t>
            </w:r>
            <w:r w:rsidRPr="00634831">
              <w:rPr>
                <w:rFonts w:ascii="Corbel" w:hAnsi="Corbel"/>
              </w:rPr>
              <w:t xml:space="preserve">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</w:p>
        </w:tc>
      </w:tr>
      <w:tr w:rsidR="0085747A" w:rsidRPr="009C54AE" w14:paraId="01C9AAB7" w14:textId="77777777" w:rsidTr="0071620A">
        <w:trPr>
          <w:trHeight w:val="397"/>
        </w:trPr>
        <w:tc>
          <w:tcPr>
            <w:tcW w:w="7513" w:type="dxa"/>
          </w:tcPr>
          <w:p w14:paraId="579404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6A99F7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6BFAF7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>/ oprac. Grzegorz Godlewski [i in.]; wstęp i red. Andrzej Mencwel. Wyd. 4, zm. i rozsz. Warszawa: Wydawnictwa Uniwersytetu Warszawskiego, cop. 2005</w:t>
            </w:r>
            <w:r>
              <w:rPr>
                <w:rFonts w:ascii="Corbel" w:hAnsi="Corbel"/>
              </w:rPr>
              <w:t>.</w:t>
            </w:r>
          </w:p>
          <w:p w14:paraId="68A17F61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16A0A699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Castells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5FD9D949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>
              <w:rPr>
                <w:rFonts w:ascii="Corbel" w:hAnsi="Corbel"/>
              </w:rPr>
              <w:t>.</w:t>
            </w:r>
          </w:p>
          <w:p w14:paraId="2C2406D0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14:paraId="7D261B1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Salzman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 w:rsidR="00C42071">
              <w:rPr>
                <w:rFonts w:ascii="Corbel" w:hAnsi="Corbel"/>
              </w:rPr>
              <w:t>.</w:t>
            </w:r>
          </w:p>
          <w:p w14:paraId="39EB71FE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14:paraId="1880EF53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14:paraId="2569F2A9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14:paraId="6C8EF703" w14:textId="77777777"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14:paraId="43A72214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lastRenderedPageBreak/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7DD339F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2B64D89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56D5AA2A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Ritzer, </w:t>
            </w:r>
            <w:r w:rsidRPr="00634831">
              <w:rPr>
                <w:rFonts w:ascii="Corbel" w:hAnsi="Corbel"/>
                <w:i/>
                <w:iCs/>
              </w:rPr>
              <w:t xml:space="preserve">Makdonaldyzacja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5DEDE58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>red. Andrzej Mencwel. Wyd. 4, zm. i rozsz. Warszawa: Wydawnictwa Uniwersytetu Warszawskiego, cop. 2005</w:t>
            </w:r>
            <w:r w:rsidR="00C42071">
              <w:rPr>
                <w:rFonts w:ascii="Corbel" w:hAnsi="Corbel"/>
              </w:rPr>
              <w:t>.</w:t>
            </w:r>
          </w:p>
          <w:p w14:paraId="0A8B1E79" w14:textId="77777777" w:rsidR="00634831" w:rsidRDefault="00634831" w:rsidP="00634831">
            <w:pPr>
              <w:pStyle w:val="Akapitzlist"/>
              <w:spacing w:line="240" w:lineRule="auto"/>
              <w:ind w:left="0"/>
            </w:pPr>
          </w:p>
          <w:p w14:paraId="161CC4CD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14:paraId="68B6B2D4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14:paraId="43F75E5C" w14:textId="77777777" w:rsidR="00634831" w:rsidRPr="00634831" w:rsidRDefault="00634831" w:rsidP="00ED5C1F">
            <w:pPr>
              <w:numPr>
                <w:ilvl w:val="0"/>
                <w:numId w:val="6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Wyd."Pax„ </w:t>
            </w:r>
            <w:r w:rsidRPr="00634831">
              <w:rPr>
                <w:rFonts w:ascii="Corbel" w:hAnsi="Corbel"/>
              </w:rPr>
              <w:t>(roz.II - Wierzenia o obcych; roz. III - Portret z negatywu; roz. IV. - Różne wymiary izolacji; roz. VII - Tablice Mendelejewa)</w:t>
            </w:r>
          </w:p>
          <w:p w14:paraId="03EBC61E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14:paraId="071C267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14:paraId="5DFBAA1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r w:rsidRPr="00634831">
              <w:rPr>
                <w:rFonts w:ascii="Corbel" w:hAnsi="Corbel"/>
                <w:bCs/>
                <w:i/>
                <w:iCs/>
              </w:rPr>
              <w:t>Psożercy ze Svini</w:t>
            </w:r>
            <w:r w:rsidRPr="00634831">
              <w:rPr>
                <w:rFonts w:ascii="Corbel" w:hAnsi="Corbel"/>
                <w:bCs/>
              </w:rPr>
              <w:t>. Sekowa: Wołowiec: Wydawnictwo Czarne.</w:t>
            </w:r>
          </w:p>
          <w:p w14:paraId="1AB85965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Kapllani, G., &amp; Szyler,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2D4A3DE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143581F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14:paraId="63C7994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14:paraId="7B50FE2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14:paraId="6D322C0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14:paraId="38D0D68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lastRenderedPageBreak/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EC1B60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Wydawnictwo Czarne. </w:t>
            </w:r>
          </w:p>
          <w:p w14:paraId="2870257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Prymaka-Oniszk A. (2016). </w:t>
            </w:r>
            <w:r w:rsidRPr="00634831">
              <w:rPr>
                <w:rFonts w:ascii="Corbel" w:hAnsi="Corbel"/>
                <w:bCs/>
                <w:i/>
              </w:rPr>
              <w:t>Bieżeństwo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715A5604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14:paraId="31A2C71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>. Wołowiec: Wydawn. Czarne.</w:t>
            </w:r>
          </w:p>
          <w:p w14:paraId="4CBCD66F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037B3DB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</w:rPr>
              <w:t>Zadrożyńska, A. (1983):  Homo faber i homo ludens: etnologiczny szkic o pracy w kulturach tradycyjnej i współczesnej. Warszawa. PWN</w:t>
            </w:r>
          </w:p>
          <w:p w14:paraId="29FA48DA" w14:textId="77777777"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A6E7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D3B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A0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DE204" w14:textId="77777777" w:rsidR="0003225B" w:rsidRDefault="0003225B" w:rsidP="00C16ABF">
      <w:pPr>
        <w:spacing w:after="0" w:line="240" w:lineRule="auto"/>
      </w:pPr>
      <w:r>
        <w:separator/>
      </w:r>
    </w:p>
  </w:endnote>
  <w:endnote w:type="continuationSeparator" w:id="0">
    <w:p w14:paraId="2C10F0C9" w14:textId="77777777" w:rsidR="0003225B" w:rsidRDefault="000322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176EA" w14:textId="77777777" w:rsidR="0003225B" w:rsidRDefault="0003225B" w:rsidP="00C16ABF">
      <w:pPr>
        <w:spacing w:after="0" w:line="240" w:lineRule="auto"/>
      </w:pPr>
      <w:r>
        <w:separator/>
      </w:r>
    </w:p>
  </w:footnote>
  <w:footnote w:type="continuationSeparator" w:id="0">
    <w:p w14:paraId="39AB5BBB" w14:textId="77777777" w:rsidR="0003225B" w:rsidRDefault="0003225B" w:rsidP="00C16ABF">
      <w:pPr>
        <w:spacing w:after="0" w:line="240" w:lineRule="auto"/>
      </w:pPr>
      <w:r>
        <w:continuationSeparator/>
      </w:r>
    </w:p>
  </w:footnote>
  <w:footnote w:id="1">
    <w:p w14:paraId="4CF75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6471339">
    <w:abstractNumId w:val="0"/>
  </w:num>
  <w:num w:numId="2" w16cid:durableId="621036862">
    <w:abstractNumId w:val="5"/>
  </w:num>
  <w:num w:numId="3" w16cid:durableId="37626390">
    <w:abstractNumId w:val="3"/>
  </w:num>
  <w:num w:numId="4" w16cid:durableId="1059396877">
    <w:abstractNumId w:val="2"/>
  </w:num>
  <w:num w:numId="5" w16cid:durableId="1576548154">
    <w:abstractNumId w:val="4"/>
  </w:num>
  <w:num w:numId="6" w16cid:durableId="32204628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225B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07B6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A55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870C9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C58F4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A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96624"/>
    <w:rsid w:val="005A0855"/>
    <w:rsid w:val="005A3196"/>
    <w:rsid w:val="005C080F"/>
    <w:rsid w:val="005C55E5"/>
    <w:rsid w:val="005C696A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6544"/>
    <w:rsid w:val="007072BA"/>
    <w:rsid w:val="00714292"/>
    <w:rsid w:val="0071620A"/>
    <w:rsid w:val="00724677"/>
    <w:rsid w:val="00725459"/>
    <w:rsid w:val="007257AD"/>
    <w:rsid w:val="007327BD"/>
    <w:rsid w:val="00734608"/>
    <w:rsid w:val="00745302"/>
    <w:rsid w:val="007461D6"/>
    <w:rsid w:val="00746EC8"/>
    <w:rsid w:val="00761E5F"/>
    <w:rsid w:val="00763BF1"/>
    <w:rsid w:val="00766FD4"/>
    <w:rsid w:val="0078168C"/>
    <w:rsid w:val="00787C2A"/>
    <w:rsid w:val="00790E27"/>
    <w:rsid w:val="00796468"/>
    <w:rsid w:val="007A4022"/>
    <w:rsid w:val="007A6E6E"/>
    <w:rsid w:val="007B37CF"/>
    <w:rsid w:val="007B5589"/>
    <w:rsid w:val="007C3299"/>
    <w:rsid w:val="007C3BCC"/>
    <w:rsid w:val="007C4546"/>
    <w:rsid w:val="007D6E56"/>
    <w:rsid w:val="007F1652"/>
    <w:rsid w:val="007F4155"/>
    <w:rsid w:val="0081554D"/>
    <w:rsid w:val="00816D27"/>
    <w:rsid w:val="0081707E"/>
    <w:rsid w:val="008449B3"/>
    <w:rsid w:val="00857023"/>
    <w:rsid w:val="0085747A"/>
    <w:rsid w:val="00860ACA"/>
    <w:rsid w:val="00884922"/>
    <w:rsid w:val="00885F64"/>
    <w:rsid w:val="008917F9"/>
    <w:rsid w:val="0089272E"/>
    <w:rsid w:val="008A10AE"/>
    <w:rsid w:val="008A45F7"/>
    <w:rsid w:val="008B1C2C"/>
    <w:rsid w:val="008B6F2B"/>
    <w:rsid w:val="008C0CC0"/>
    <w:rsid w:val="008C19A9"/>
    <w:rsid w:val="008C379D"/>
    <w:rsid w:val="008C5147"/>
    <w:rsid w:val="008C5359"/>
    <w:rsid w:val="008C5363"/>
    <w:rsid w:val="008C71DE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25E9"/>
    <w:rsid w:val="009E3B41"/>
    <w:rsid w:val="009F3C5C"/>
    <w:rsid w:val="009F4610"/>
    <w:rsid w:val="009F5305"/>
    <w:rsid w:val="00A00ECC"/>
    <w:rsid w:val="00A039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840C6"/>
    <w:rsid w:val="00B90885"/>
    <w:rsid w:val="00B96EE5"/>
    <w:rsid w:val="00BB520A"/>
    <w:rsid w:val="00BD097F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29B8"/>
    <w:rsid w:val="00E21E7D"/>
    <w:rsid w:val="00E22FBC"/>
    <w:rsid w:val="00E24BF5"/>
    <w:rsid w:val="00E25338"/>
    <w:rsid w:val="00E406D2"/>
    <w:rsid w:val="00E51E44"/>
    <w:rsid w:val="00E63348"/>
    <w:rsid w:val="00E77E88"/>
    <w:rsid w:val="00E8107D"/>
    <w:rsid w:val="00E960BB"/>
    <w:rsid w:val="00EA2074"/>
    <w:rsid w:val="00EA4513"/>
    <w:rsid w:val="00EA4832"/>
    <w:rsid w:val="00EA4E9D"/>
    <w:rsid w:val="00EB3723"/>
    <w:rsid w:val="00EC4899"/>
    <w:rsid w:val="00ED03AB"/>
    <w:rsid w:val="00ED32D2"/>
    <w:rsid w:val="00ED5C1F"/>
    <w:rsid w:val="00EE32DE"/>
    <w:rsid w:val="00EE5457"/>
    <w:rsid w:val="00F070AB"/>
    <w:rsid w:val="00F1481E"/>
    <w:rsid w:val="00F17567"/>
    <w:rsid w:val="00F22ADB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408E"/>
    <w:rsid w:val="00FD503F"/>
    <w:rsid w:val="00FD7589"/>
    <w:rsid w:val="00FE1D7E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736"/>
  <w15:docId w15:val="{09F55E36-7FFB-4A33-956F-2B239DA3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2FEB3-A4B7-4D98-BF05-1AAE2D32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6</Pages>
  <Words>1340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14</cp:revision>
  <cp:lastPrinted>2020-10-13T08:05:00Z</cp:lastPrinted>
  <dcterms:created xsi:type="dcterms:W3CDTF">2022-04-26T08:45:00Z</dcterms:created>
  <dcterms:modified xsi:type="dcterms:W3CDTF">2022-05-30T15:04:00Z</dcterms:modified>
</cp:coreProperties>
</file>